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6F43F55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F3FAF">
        <w:rPr>
          <w:rFonts w:ascii="Corbel" w:hAnsi="Corbel"/>
          <w:smallCaps/>
          <w:szCs w:val="24"/>
        </w:rPr>
        <w:t>2019-2022</w:t>
      </w:r>
    </w:p>
    <w:p w14:paraId="42895027" w14:textId="414BAA1D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0F3FAF">
        <w:rPr>
          <w:rFonts w:ascii="Corbel" w:hAnsi="Corbel"/>
          <w:sz w:val="20"/>
          <w:szCs w:val="20"/>
        </w:rPr>
        <w:t>0</w:t>
      </w:r>
      <w:r w:rsidR="00A12AE7">
        <w:rPr>
          <w:rFonts w:ascii="Corbel" w:hAnsi="Corbel"/>
          <w:sz w:val="20"/>
          <w:szCs w:val="20"/>
        </w:rPr>
        <w:t>/202</w:t>
      </w:r>
      <w:r w:rsidR="000F3FAF">
        <w:rPr>
          <w:rFonts w:ascii="Corbel" w:hAnsi="Corbel"/>
          <w:sz w:val="20"/>
          <w:szCs w:val="20"/>
        </w:rPr>
        <w:t>1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0B819C8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77777777" w:rsidR="0085747A" w:rsidRPr="00E70F9C" w:rsidRDefault="00E70F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F9C">
              <w:rPr>
                <w:rFonts w:ascii="Corbel" w:hAnsi="Corbel"/>
                <w:b w:val="0"/>
                <w:sz w:val="24"/>
                <w:szCs w:val="24"/>
              </w:rPr>
              <w:t>Ekonomia integracji europejskiej</w:t>
            </w:r>
          </w:p>
        </w:tc>
      </w:tr>
      <w:tr w:rsidR="0085747A" w:rsidRPr="009C54AE" w14:paraId="625D9F29" w14:textId="77777777" w:rsidTr="00B819C8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0B819C8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0B819C8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0B819C8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0B819C8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0B819C8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08EFB04" w14:textId="77777777" w:rsidTr="00B819C8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0FF661BB" w:rsidR="0085747A" w:rsidRPr="004351A7" w:rsidRDefault="004351A7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1A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378F705" w14:textId="77777777" w:rsidTr="00B819C8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0B819C8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0B819C8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0B819C8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0B819C8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704081B8" w:rsidR="00015B8F" w:rsidRPr="009C54AE" w:rsidRDefault="004351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A02B0EF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77777777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54FD42" w14:textId="77777777" w:rsidR="009B33AE" w:rsidRPr="003D36E1" w:rsidRDefault="003D36E1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Potrafi analizować przyczyny i oceniać przebieg zjawisk gospodarczych w warunkach </w:t>
            </w:r>
            <w:r>
              <w:rPr>
                <w:rFonts w:ascii="Corbel" w:hAnsi="Corbel"/>
                <w:b w:val="0"/>
                <w:smallCaps w:val="0"/>
              </w:rPr>
              <w:t>integracji europejskiej</w:t>
            </w:r>
          </w:p>
        </w:tc>
        <w:tc>
          <w:tcPr>
            <w:tcW w:w="1865" w:type="dxa"/>
          </w:tcPr>
          <w:p w14:paraId="3F847C1B" w14:textId="77777777" w:rsidR="009B33AE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9C54AE" w:rsidRDefault="0085747A" w:rsidP="21703A37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21703A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21703A37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Pr="009C54AE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54B1D8C9" w:rsidR="0085747A" w:rsidRPr="009C54AE" w:rsidRDefault="004351A7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508912E6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351A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Barcz J., Kawecka-Wyrzykowska E., Michałowska-Gorywoda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Integracji europejska, red. nauk. Wojtaszczyk K.A., Wydawnictwo Poltext,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07E43" w14:textId="77777777" w:rsidR="00AA05E6" w:rsidRDefault="00AA05E6" w:rsidP="00C16ABF">
      <w:pPr>
        <w:spacing w:after="0" w:line="240" w:lineRule="auto"/>
      </w:pPr>
      <w:r>
        <w:separator/>
      </w:r>
    </w:p>
  </w:endnote>
  <w:endnote w:type="continuationSeparator" w:id="0">
    <w:p w14:paraId="07C6E75F" w14:textId="77777777" w:rsidR="00AA05E6" w:rsidRDefault="00AA05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56110" w14:textId="77777777" w:rsidR="00AA05E6" w:rsidRDefault="00AA05E6" w:rsidP="00C16ABF">
      <w:pPr>
        <w:spacing w:after="0" w:line="240" w:lineRule="auto"/>
      </w:pPr>
      <w:r>
        <w:separator/>
      </w:r>
    </w:p>
  </w:footnote>
  <w:footnote w:type="continuationSeparator" w:id="0">
    <w:p w14:paraId="2FE3706D" w14:textId="77777777" w:rsidR="00AA05E6" w:rsidRDefault="00AA05E6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FAF"/>
    <w:rsid w:val="000F5615"/>
    <w:rsid w:val="000F797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51A7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A05E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1703A37"/>
    <w:rsid w:val="54E0F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73702C-CC7A-4831-BF15-7D59712D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AC30CC-D775-410C-9052-2B67252B16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732</Words>
  <Characters>4393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11</cp:revision>
  <cp:lastPrinted>2019-02-06T12:12:00Z</cp:lastPrinted>
  <dcterms:created xsi:type="dcterms:W3CDTF">2020-10-26T21:57:00Z</dcterms:created>
  <dcterms:modified xsi:type="dcterms:W3CDTF">2020-12-11T09:59:00Z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